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2A" w:rsidRDefault="00AA68C5">
      <w:pPr>
        <w:pStyle w:val="Standard"/>
      </w:pPr>
      <w:r>
        <w:rPr>
          <w:b/>
        </w:rPr>
        <w:t>Supplemental Math</w:t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142A" w:rsidRDefault="00AA68C5">
      <w:pPr>
        <w:pStyle w:val="Standard"/>
        <w:rPr>
          <w:b/>
        </w:rPr>
      </w:pPr>
      <w:r>
        <w:rPr>
          <w:b/>
        </w:rPr>
        <w:t>Miss Sciandra</w:t>
      </w:r>
    </w:p>
    <w:p w:rsidR="00DD142A" w:rsidRDefault="00AA68C5">
      <w:pPr>
        <w:pStyle w:val="Standard"/>
      </w:pPr>
      <w:r>
        <w:rPr>
          <w:b/>
        </w:rPr>
        <w:t>Keystone Polynomial Worksheet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142A" w:rsidRDefault="00DD142A">
      <w:pPr>
        <w:pStyle w:val="Standard"/>
      </w:pPr>
    </w:p>
    <w:p w:rsidR="00DD142A" w:rsidRDefault="00DD142A">
      <w:pPr>
        <w:pStyle w:val="Standard"/>
        <w:rPr>
          <w:sz w:val="28"/>
          <w:szCs w:val="28"/>
        </w:rPr>
      </w:pPr>
    </w:p>
    <w:tbl>
      <w:tblPr>
        <w:tblW w:w="9482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36"/>
        <w:gridCol w:w="4746"/>
      </w:tblGrid>
      <w:tr w:rsidR="00DD142A" w:rsidTr="00DD142A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>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35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176.25pt;height:18pt;visibility:visible;mso-wrap-style:square" o:ole="">
                  <v:imagedata r:id="rId7" o:title=""/>
                </v:shape>
                <o:OLEObject Type="Embed" ProgID="Equation.DSMT4" ShapeID="Object 1" DrawAspect="Content" ObjectID="_1472885094" r:id="rId8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</w:t>
            </w:r>
            <w:r>
              <w:t xml:space="preserve">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079" w:dyaOrig="320">
                <v:shape id="Object 11" o:spid="_x0000_i1026" type="#_x0000_t75" style="width:104.25pt;height:15.75pt;visibility:visible;mso-wrap-style:square" o:ole="">
                  <v:imagedata r:id="rId9" o:title=""/>
                </v:shape>
                <o:OLEObject Type="Embed" ProgID="Equation.DSMT4" ShapeID="Object 11" DrawAspect="Content" ObjectID="_1472885095" r:id="rId10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 xml:space="preserve"> 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3980" w:dyaOrig="360">
                <v:shape id="Object 2" o:spid="_x0000_i1027" type="#_x0000_t75" style="width:198.75pt;height:18pt;visibility:visible;mso-wrap-style:square" o:ole="">
                  <v:imagedata r:id="rId11" o:title=""/>
                </v:shape>
                <o:OLEObject Type="Embed" ProgID="Equation.DSMT4" ShapeID="Object 2" DrawAspect="Content" ObjectID="_1472885096" r:id="rId12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240" w:dyaOrig="320">
                <v:shape id="Object 12" o:spid="_x0000_i1028" type="#_x0000_t75" style="width:111.75pt;height:15.75pt;visibility:visible;mso-wrap-style:square" o:ole="">
                  <v:imagedata r:id="rId13" o:title=""/>
                </v:shape>
                <o:OLEObject Type="Embed" ProgID="Equation.DSMT4" ShapeID="Object 12" DrawAspect="Content" ObjectID="_1472885097" r:id="rId14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</w:tc>
      </w:tr>
      <w:tr w:rsidR="00DD142A" w:rsidTr="00DD142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 xml:space="preserve">A polynomial </w:t>
            </w:r>
            <w:r>
              <w:t>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3960" w:dyaOrig="360">
                <v:shape id="Object 3" o:spid="_x0000_i1029" type="#_x0000_t75" style="width:198pt;height:18pt;visibility:visible;mso-wrap-style:square" o:ole="">
                  <v:imagedata r:id="rId15" o:title=""/>
                </v:shape>
                <o:OLEObject Type="Embed" ProgID="Equation.DSMT4" ShapeID="Object 3" DrawAspect="Content" ObjectID="_1472885098" r:id="rId16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1880" w:dyaOrig="320">
                <v:shape id="Object 13" o:spid="_x0000_i1030" type="#_x0000_t75" style="width:93.75pt;height:15.75pt;visibility:visible;mso-wrap-style:square" o:ole="">
                  <v:imagedata r:id="rId17" o:title=""/>
                </v:shape>
                <o:OLEObject Type="Embed" ProgID="Equation.DSMT4" ShapeID="Object 13" DrawAspect="Content" ObjectID="_1472885099" r:id="rId18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>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3760" w:dyaOrig="360">
                <v:shape id="Object 4" o:spid="_x0000_i1031" type="#_x0000_t75" style="width:188.25pt;height:18pt;visibility:visible;mso-wrap-style:square" o:ole="">
                  <v:imagedata r:id="rId19" o:title=""/>
                </v:shape>
                <o:OLEObject Type="Embed" ProgID="Equation.DSMT4" ShapeID="Object 4" DrawAspect="Content" ObjectID="_1472885100" r:id="rId20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180" w:dyaOrig="320">
                <v:shape id="Object 14" o:spid="_x0000_i1032" type="#_x0000_t75" style="width:108.75pt;height:15.75pt;visibility:visible;mso-wrap-style:square" o:ole="">
                  <v:imagedata r:id="rId21" o:title=""/>
                </v:shape>
                <o:OLEObject Type="Embed" ProgID="Equation.DSMT4" ShapeID="Object 14" DrawAspect="Content" ObjectID="_1472885101" r:id="rId22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</w:tc>
      </w:tr>
      <w:tr w:rsidR="00DD142A" w:rsidTr="00DD142A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lastRenderedPageBreak/>
              <w:t>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4320" w:dyaOrig="360">
                <v:shape id="Object 5" o:spid="_x0000_i1033" type="#_x0000_t75" style="width:3in;height:18pt;visibility:visible;mso-wrap-style:square" o:ole="">
                  <v:imagedata r:id="rId23" o:title=""/>
                </v:shape>
                <o:OLEObject Type="Embed" ProgID="Equation.DSMT4" ShapeID="Object 5" DrawAspect="Content" ObjectID="_1472885102" r:id="rId24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320" w:dyaOrig="320">
                <v:shape id="Object 15" o:spid="_x0000_i1034" type="#_x0000_t75" style="width:116.25pt;height:15.75pt;visibility:visible;mso-wrap-style:square" o:ole="">
                  <v:imagedata r:id="rId25" o:title=""/>
                </v:shape>
                <o:OLEObject Type="Embed" ProgID="Equation.DSMT4" ShapeID="Object 15" DrawAspect="Content" ObjectID="_1472885103" r:id="rId26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 xml:space="preserve">A polynomial expression is show </w:t>
            </w:r>
            <w:r>
              <w:t>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3860" w:dyaOrig="360">
                <v:shape id="Object 6" o:spid="_x0000_i1035" type="#_x0000_t75" style="width:192.75pt;height:18pt;visibility:visible;mso-wrap-style:square" o:ole="">
                  <v:imagedata r:id="rId27" o:title=""/>
                </v:shape>
                <o:OLEObject Type="Embed" ProgID="Equation.DSMT4" ShapeID="Object 6" DrawAspect="Content" ObjectID="_1472885104" r:id="rId28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600" w:dyaOrig="320">
                <v:shape id="Object 16" o:spid="_x0000_i1036" type="#_x0000_t75" style="width:129.75pt;height:15.75pt;visibility:visible;mso-wrap-style:square" o:ole="">
                  <v:imagedata r:id="rId29" o:title=""/>
                </v:shape>
                <o:OLEObject Type="Embed" ProgID="Equation.DSMT4" ShapeID="Object 16" DrawAspect="Content" ObjectID="_1472885105" r:id="rId30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  <w:rPr>
                <w:sz w:val="28"/>
                <w:szCs w:val="28"/>
              </w:rPr>
            </w:pPr>
          </w:p>
          <w:p w:rsidR="00DD142A" w:rsidRDefault="00DD142A">
            <w:pPr>
              <w:pStyle w:val="Standard"/>
            </w:pPr>
          </w:p>
        </w:tc>
      </w:tr>
      <w:tr w:rsidR="00DD142A" w:rsidTr="00DD142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>A polynomial expression is show below.</w:t>
            </w:r>
          </w:p>
          <w:p w:rsidR="00DD142A" w:rsidRDefault="00DD142A">
            <w:pPr>
              <w:pStyle w:val="Standard"/>
              <w:ind w:left="750"/>
            </w:pPr>
          </w:p>
          <w:p w:rsidR="00DD142A" w:rsidRDefault="00DD142A">
            <w:pPr>
              <w:pStyle w:val="Standard"/>
            </w:pPr>
            <w:r w:rsidRPr="00DD142A">
              <w:object w:dxaOrig="3960" w:dyaOrig="360">
                <v:shape id="Object 19" o:spid="_x0000_i1037" type="#_x0000_t75" style="width:198pt;height:18pt;visibility:visible;mso-wrap-style:square" o:ole="">
                  <v:imagedata r:id="rId31" o:title=""/>
                </v:shape>
                <o:OLEObject Type="Embed" ProgID="Equation.DSMT4" ShapeID="Object 19" DrawAspect="Content" ObjectID="_1472885106" r:id="rId32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460" w:dyaOrig="320">
                <v:shape id="Object 17" o:spid="_x0000_i1038" type="#_x0000_t75" style="width:123pt;height:15.75pt;visibility:visible;mso-wrap-style:square" o:ole="">
                  <v:imagedata r:id="rId33" o:title=""/>
                </v:shape>
                <o:OLEObject Type="Embed" ProgID="Equation.DSMT4" ShapeID="Object 17" DrawAspect="Content" ObjectID="_1472885107" r:id="rId34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>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4520" w:dyaOrig="360">
                <v:shape id="Object 8" o:spid="_x0000_i1039" type="#_x0000_t75" style="width:225.75pt;height:18pt;visibility:visible;mso-wrap-style:square" o:ole="">
                  <v:imagedata r:id="rId35" o:title=""/>
                </v:shape>
                <o:OLEObject Type="Embed" ProgID="Equation.DSMT4" ShapeID="Object 8" DrawAspect="Content" ObjectID="_1472885108" r:id="rId36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460" w:dyaOrig="320">
                <v:shape id="Object 18" o:spid="_x0000_i1040" type="#_x0000_t75" style="width:123pt;height:15.75pt;visibility:visible;mso-wrap-style:square" o:ole="">
                  <v:imagedata r:id="rId37" o:title=""/>
                </v:shape>
                <o:OLEObject Type="Embed" ProgID="Equation.DSMT4" ShapeID="Object 18" DrawAspect="Content" ObjectID="_1472885109" r:id="rId38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</w:tc>
      </w:tr>
      <w:tr w:rsidR="00DD142A" w:rsidTr="00DD142A">
        <w:tblPrEx>
          <w:tblCellMar>
            <w:top w:w="0" w:type="dxa"/>
            <w:bottom w:w="0" w:type="dxa"/>
          </w:tblCellMar>
        </w:tblPrEx>
        <w:trPr>
          <w:trHeight w:val="2163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lastRenderedPageBreak/>
              <w:t>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4460" w:dyaOrig="360">
                <v:shape id="Object 9" o:spid="_x0000_i1041" type="#_x0000_t75" style="width:222.75pt;height:18pt;visibility:visible;mso-wrap-style:square" o:ole="">
                  <v:imagedata r:id="rId39" o:title=""/>
                </v:shape>
                <o:OLEObject Type="Embed" ProgID="Equation.DSMT4" ShapeID="Object 9" DrawAspect="Content" ObjectID="_1472885110" r:id="rId40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059" w:dyaOrig="320">
                <v:shape id="_x0000_i1042" type="#_x0000_t75" style="width:102.75pt;height:15.75pt;visibility:visible;mso-wrap-style:square" o:ole="">
                  <v:imagedata r:id="rId41" o:title=""/>
                </v:shape>
                <o:OLEObject Type="Embed" ProgID="Equation.DSMT4" ShapeID="_x0000_i1042" DrawAspect="Content" ObjectID="_1472885111" r:id="rId42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AA68C5">
            <w:pPr>
              <w:pStyle w:val="Standard"/>
              <w:numPr>
                <w:ilvl w:val="0"/>
                <w:numId w:val="1"/>
              </w:numPr>
            </w:pPr>
            <w:r>
              <w:t>A polynomial expression is show below.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3700" w:dyaOrig="360">
                <v:shape id="Object 20" o:spid="_x0000_i1043" type="#_x0000_t75" style="width:185.25pt;height:18pt;visibility:visible;mso-wrap-style:square" o:ole="">
                  <v:imagedata r:id="rId43" o:title=""/>
                </v:shape>
                <o:OLEObject Type="Embed" ProgID="Equation.DSMT4" ShapeID="Object 20" DrawAspect="Content" ObjectID="_1472885112" r:id="rId44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 xml:space="preserve">The expression is simplified to </w:t>
            </w: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  <w:r w:rsidRPr="00DD142A">
              <w:object w:dxaOrig="2439" w:dyaOrig="320">
                <v:shape id="_x0000_i1044" type="#_x0000_t75" style="width:122.25pt;height:15.75pt;visibility:visible;mso-wrap-style:square" o:ole="">
                  <v:imagedata r:id="rId45" o:title=""/>
                </v:shape>
                <o:OLEObject Type="Embed" ProgID="Equation.DSMT4" ShapeID="_x0000_i1044" DrawAspect="Content" ObjectID="_1472885113" r:id="rId46"/>
              </w:object>
            </w:r>
          </w:p>
          <w:p w:rsidR="00DD142A" w:rsidRDefault="00DD142A">
            <w:pPr>
              <w:pStyle w:val="Standard"/>
            </w:pPr>
          </w:p>
          <w:p w:rsidR="00DD142A" w:rsidRDefault="00AA68C5">
            <w:pPr>
              <w:pStyle w:val="Standard"/>
            </w:pPr>
            <w:r>
              <w:t>What is the value of m?</w:t>
            </w:r>
          </w:p>
          <w:p w:rsidR="00DD142A" w:rsidRDefault="00DD142A">
            <w:pPr>
              <w:pStyle w:val="Standard"/>
            </w:pPr>
          </w:p>
        </w:tc>
      </w:tr>
      <w:tr w:rsidR="00DD142A" w:rsidTr="00DD142A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DD142A">
            <w:pPr>
              <w:pStyle w:val="Standard"/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  <w:p w:rsidR="00DD142A" w:rsidRDefault="00DD142A">
            <w:pPr>
              <w:pStyle w:val="Standard"/>
            </w:pPr>
          </w:p>
        </w:tc>
      </w:tr>
    </w:tbl>
    <w:p w:rsidR="00DD142A" w:rsidRDefault="00DD142A">
      <w:pPr>
        <w:pStyle w:val="Standard"/>
      </w:pPr>
    </w:p>
    <w:sectPr w:rsidR="00DD142A" w:rsidSect="00DD142A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42A" w:rsidRDefault="00DD142A" w:rsidP="00DD142A">
      <w:r>
        <w:separator/>
      </w:r>
    </w:p>
  </w:endnote>
  <w:endnote w:type="continuationSeparator" w:id="0">
    <w:p w:rsidR="00DD142A" w:rsidRDefault="00DD142A" w:rsidP="00DD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42A" w:rsidRDefault="00AA68C5" w:rsidP="00DD142A">
      <w:r w:rsidRPr="00DD142A">
        <w:rPr>
          <w:color w:val="000000"/>
        </w:rPr>
        <w:separator/>
      </w:r>
    </w:p>
  </w:footnote>
  <w:footnote w:type="continuationSeparator" w:id="0">
    <w:p w:rsidR="00DD142A" w:rsidRDefault="00DD142A" w:rsidP="00DD14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3BD"/>
    <w:multiLevelType w:val="multilevel"/>
    <w:tmpl w:val="F5208292"/>
    <w:lvl w:ilvl="0">
      <w:start w:val="1"/>
      <w:numFmt w:val="decimal"/>
      <w:lvlText w:val="%1."/>
      <w:lvlJc w:val="left"/>
      <w:pPr>
        <w:ind w:left="75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42A"/>
    <w:rsid w:val="00AA68C5"/>
    <w:rsid w:val="00DD1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142A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D142A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DD142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DD142A"/>
    <w:pPr>
      <w:spacing w:after="120"/>
    </w:pPr>
  </w:style>
  <w:style w:type="paragraph" w:styleId="List">
    <w:name w:val="List"/>
    <w:basedOn w:val="Textbody"/>
    <w:rsid w:val="00DD142A"/>
    <w:rPr>
      <w:rFonts w:cs="Mangal"/>
    </w:rPr>
  </w:style>
  <w:style w:type="paragraph" w:styleId="Caption">
    <w:name w:val="caption"/>
    <w:basedOn w:val="Standard"/>
    <w:rsid w:val="00DD142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D142A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DD142A"/>
    <w:pPr>
      <w:suppressLineNumbers/>
    </w:pPr>
  </w:style>
  <w:style w:type="paragraph" w:customStyle="1" w:styleId="TableHeading">
    <w:name w:val="Table Heading"/>
    <w:basedOn w:val="TableContents"/>
    <w:rsid w:val="00DD142A"/>
    <w:pPr>
      <w:jc w:val="center"/>
    </w:pPr>
    <w:rPr>
      <w:b/>
      <w:bCs/>
    </w:rPr>
  </w:style>
  <w:style w:type="character" w:customStyle="1" w:styleId="NumberingSymbols">
    <w:name w:val="Numbering Symbols"/>
    <w:rsid w:val="00DD142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257</Words>
  <Characters>1471</Characters>
  <Application>Microsoft Office Word</Application>
  <DocSecurity>4</DocSecurity>
  <Lines>12</Lines>
  <Paragraphs>3</Paragraphs>
  <ScaleCrop>false</ScaleCrop>
  <Company>Oxford Area School District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2010-09-13T08:45:00Z</cp:lastPrinted>
  <dcterms:created xsi:type="dcterms:W3CDTF">2014-09-22T13:58:00Z</dcterms:created>
  <dcterms:modified xsi:type="dcterms:W3CDTF">2014-09-22T13:58:00Z</dcterms:modified>
</cp:coreProperties>
</file>